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756F9E3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B51415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766C7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06189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51415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2023-09-13T10:54:00Z</dcterms:created>
  <dcterms:modified xsi:type="dcterms:W3CDTF">2024-06-12T08:36:00Z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